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EF0A3DE" w14:textId="77777777" w:rsidR="00630DCF" w:rsidRPr="00630DCF" w:rsidRDefault="00630DCF" w:rsidP="00630D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>SYLABUS</w:t>
      </w:r>
    </w:p>
    <w:p w14:paraId="50CB6DD7" w14:textId="77777777" w:rsidR="00630DCF" w:rsidRPr="00630DCF" w:rsidRDefault="00630DCF" w:rsidP="00630D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30DCF">
        <w:rPr>
          <w:rFonts w:ascii="Corbel" w:hAnsi="Corbel"/>
          <w:smallCaps/>
          <w:sz w:val="24"/>
          <w:szCs w:val="24"/>
        </w:rPr>
        <w:t>2020-2022</w:t>
      </w:r>
    </w:p>
    <w:p w14:paraId="2741A40E" w14:textId="77777777" w:rsidR="00630DCF" w:rsidRPr="00EA4832" w:rsidRDefault="00630DCF" w:rsidP="00630D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30DCF">
        <w:rPr>
          <w:rFonts w:ascii="Corbel" w:hAnsi="Corbel"/>
          <w:sz w:val="20"/>
          <w:szCs w:val="20"/>
        </w:rPr>
        <w:t>Rok akademicki: 2021/2022</w:t>
      </w:r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44184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44184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72FC357B" w:rsidR="0085747A" w:rsidRPr="009C54AE" w:rsidRDefault="00F434FF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18DB9D4F" w:rsidR="00015B8F" w:rsidRPr="009C54AE" w:rsidRDefault="00F434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77777777" w:rsidR="00A92002" w:rsidRPr="009C54AE" w:rsidRDefault="00A92002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2002">
        <w:rPr>
          <w:rFonts w:ascii="Corbel" w:hAnsi="Corbel"/>
          <w:b w:val="0"/>
          <w:smallCaps w:val="0"/>
          <w:szCs w:val="24"/>
        </w:rPr>
        <w:t>zaliczenie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lastRenderedPageBreak/>
              <w:t>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Specyfika projektów infrastrukturalnych z udziałem podmiotu prywatnego – obszary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 xml:space="preserve">Koncepcja przedsięwzięcia w konwencji </w:t>
            </w:r>
            <w:proofErr w:type="spellStart"/>
            <w:r w:rsidRPr="006543A2">
              <w:rPr>
                <w:rFonts w:ascii="Corbel" w:hAnsi="Corbel"/>
                <w:b w:val="0"/>
                <w:smallCaps w:val="0"/>
                <w:szCs w:val="24"/>
              </w:rPr>
              <w:t>ppp</w:t>
            </w:r>
            <w:proofErr w:type="spellEnd"/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19BADCFD" w:rsidR="0085747A" w:rsidRPr="009C54AE" w:rsidRDefault="00975E27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6B54EAC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3BF73FD" w14:textId="77777777" w:rsidR="00C61DC5" w:rsidRPr="009C54AE" w:rsidRDefault="00D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1B821E84" w:rsidR="00C61DC5" w:rsidRPr="009C54AE" w:rsidRDefault="00975E27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9CCC5E2" w14:textId="4BF1A7D1" w:rsidR="00B0143B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</w:t>
            </w:r>
            <w:proofErr w:type="gramStart"/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prywatne :</w:t>
            </w:r>
            <w:proofErr w:type="gramEnd"/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58B099B" w14:textId="77777777" w:rsid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563DA25F" w:rsidR="00B0143B" w:rsidRP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7775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2E7775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2E7775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2E7775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04F05DC3" w:rsidR="00B0143B" w:rsidRPr="00B0143B" w:rsidRDefault="00B0143B" w:rsidP="002E7775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50DD7" w14:textId="77777777" w:rsidR="00ED46F5" w:rsidRDefault="00ED46F5" w:rsidP="00C16ABF">
      <w:pPr>
        <w:spacing w:after="0" w:line="240" w:lineRule="auto"/>
      </w:pPr>
      <w:r>
        <w:separator/>
      </w:r>
    </w:p>
  </w:endnote>
  <w:endnote w:type="continuationSeparator" w:id="0">
    <w:p w14:paraId="4B476A58" w14:textId="77777777" w:rsidR="00ED46F5" w:rsidRDefault="00ED46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A72E3" w14:textId="77777777" w:rsidR="00ED46F5" w:rsidRDefault="00ED46F5" w:rsidP="00C16ABF">
      <w:pPr>
        <w:spacing w:after="0" w:line="240" w:lineRule="auto"/>
      </w:pPr>
      <w:r>
        <w:separator/>
      </w:r>
    </w:p>
  </w:footnote>
  <w:footnote w:type="continuationSeparator" w:id="0">
    <w:p w14:paraId="525C4472" w14:textId="77777777" w:rsidR="00ED46F5" w:rsidRDefault="00ED46F5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2C64"/>
    <w:multiLevelType w:val="hybridMultilevel"/>
    <w:tmpl w:val="5C405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1334"/>
    <w:multiLevelType w:val="hybridMultilevel"/>
    <w:tmpl w:val="EE98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47FC9"/>
    <w:multiLevelType w:val="hybridMultilevel"/>
    <w:tmpl w:val="1B92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E7775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05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C07A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75E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D46F5"/>
    <w:rsid w:val="00EE32DE"/>
    <w:rsid w:val="00EE5457"/>
    <w:rsid w:val="00F070AB"/>
    <w:rsid w:val="00F17567"/>
    <w:rsid w:val="00F27A7B"/>
    <w:rsid w:val="00F434FF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616A54-2AD0-4033-92D9-BDACB5117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</cp:revision>
  <cp:lastPrinted>2019-02-06T12:12:00Z</cp:lastPrinted>
  <dcterms:created xsi:type="dcterms:W3CDTF">2020-12-14T00:44:00Z</dcterms:created>
  <dcterms:modified xsi:type="dcterms:W3CDTF">2020-12-14T00:44:00Z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